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E0BEA" w14:textId="77777777"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14:paraId="27EBCD73" w14:textId="77777777" w:rsidR="003B3BC8" w:rsidRPr="00F10799" w:rsidRDefault="003B3BC8" w:rsidP="003B3BC8">
      <w:pPr>
        <w:rPr>
          <w:sz w:val="20"/>
          <w:szCs w:val="20"/>
        </w:rPr>
      </w:pPr>
    </w:p>
    <w:p w14:paraId="1C358C85" w14:textId="77777777" w:rsidR="003B3BC8" w:rsidRPr="005A169E" w:rsidRDefault="00907B29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HUMAN RESOURCES AUDIT TEMPLATE</w:t>
      </w:r>
    </w:p>
    <w:p w14:paraId="4D5C98B1" w14:textId="77777777" w:rsidR="00730AA7" w:rsidRPr="00730AA7" w:rsidRDefault="00730AA7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956"/>
        <w:gridCol w:w="5714"/>
      </w:tblGrid>
      <w:tr w:rsidR="00495C4D" w:rsidRPr="00F9329A" w14:paraId="6D97C15B" w14:textId="77777777" w:rsidTr="00EA121F">
        <w:trPr>
          <w:trHeight w:val="490"/>
        </w:trPr>
        <w:tc>
          <w:tcPr>
            <w:tcW w:w="2995" w:type="dxa"/>
            <w:shd w:val="clear" w:color="auto" w:fill="D9D9D9" w:themeFill="background1" w:themeFillShade="D9"/>
          </w:tcPr>
          <w:p w14:paraId="745A97FD" w14:textId="77777777" w:rsidR="009B4F38" w:rsidRPr="00495C4D" w:rsidRDefault="005F0533" w:rsidP="00495C4D">
            <w:pPr>
              <w:jc w:val="left"/>
              <w:rPr>
                <w:b/>
              </w:rPr>
            </w:pPr>
            <w:r>
              <w:rPr>
                <w:b/>
              </w:rPr>
              <w:t>Date of audit</w:t>
            </w:r>
          </w:p>
        </w:tc>
        <w:tc>
          <w:tcPr>
            <w:tcW w:w="5849" w:type="dxa"/>
          </w:tcPr>
          <w:p w14:paraId="5285AF02" w14:textId="77777777" w:rsidR="00495C4D" w:rsidRPr="00F9329A" w:rsidRDefault="00495C4D" w:rsidP="00907B29">
            <w:pPr>
              <w:jc w:val="center"/>
            </w:pPr>
          </w:p>
        </w:tc>
      </w:tr>
      <w:tr w:rsidR="00495C4D" w:rsidRPr="00F9329A" w14:paraId="18A67857" w14:textId="77777777" w:rsidTr="00EA121F">
        <w:trPr>
          <w:trHeight w:val="457"/>
        </w:trPr>
        <w:tc>
          <w:tcPr>
            <w:tcW w:w="2995" w:type="dxa"/>
            <w:shd w:val="clear" w:color="auto" w:fill="D9D9D9" w:themeFill="background1" w:themeFillShade="D9"/>
          </w:tcPr>
          <w:p w14:paraId="71E1B3E5" w14:textId="77777777" w:rsidR="009B4F38" w:rsidRPr="00495C4D" w:rsidRDefault="005F0533" w:rsidP="00495C4D">
            <w:pPr>
              <w:jc w:val="left"/>
              <w:rPr>
                <w:b/>
              </w:rPr>
            </w:pPr>
            <w:r>
              <w:rPr>
                <w:b/>
              </w:rPr>
              <w:t>Person/s undertaking audit</w:t>
            </w:r>
          </w:p>
        </w:tc>
        <w:tc>
          <w:tcPr>
            <w:tcW w:w="5849" w:type="dxa"/>
          </w:tcPr>
          <w:p w14:paraId="7ABF517F" w14:textId="77777777" w:rsidR="00495C4D" w:rsidRPr="00F9329A" w:rsidRDefault="00495C4D" w:rsidP="00495C4D"/>
        </w:tc>
      </w:tr>
      <w:tr w:rsidR="00495C4D" w:rsidRPr="00F9329A" w14:paraId="1A01704E" w14:textId="77777777" w:rsidTr="00EA121F">
        <w:trPr>
          <w:trHeight w:val="457"/>
        </w:trPr>
        <w:tc>
          <w:tcPr>
            <w:tcW w:w="2995" w:type="dxa"/>
            <w:shd w:val="clear" w:color="auto" w:fill="D9D9D9" w:themeFill="background1" w:themeFillShade="D9"/>
          </w:tcPr>
          <w:p w14:paraId="4563572E" w14:textId="77777777" w:rsidR="009B4F38" w:rsidRPr="00495C4D" w:rsidRDefault="005F0533" w:rsidP="00495C4D">
            <w:pPr>
              <w:jc w:val="left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5849" w:type="dxa"/>
          </w:tcPr>
          <w:p w14:paraId="0F1454AF" w14:textId="77777777" w:rsidR="00495C4D" w:rsidRPr="00F9329A" w:rsidRDefault="00495C4D" w:rsidP="00495C4D"/>
        </w:tc>
      </w:tr>
    </w:tbl>
    <w:p w14:paraId="443E12B0" w14:textId="77777777" w:rsidR="00495C4D" w:rsidRDefault="00495C4D" w:rsidP="002031CF"/>
    <w:p w14:paraId="1C5FC62D" w14:textId="77777777" w:rsidR="001D67ED" w:rsidRDefault="001D67ED" w:rsidP="001D67ED">
      <w:pPr>
        <w:pStyle w:val="Heading2"/>
      </w:pPr>
    </w:p>
    <w:p w14:paraId="214276D4" w14:textId="77777777" w:rsidR="005F0533" w:rsidRDefault="005F0533" w:rsidP="001D67ED">
      <w:pPr>
        <w:pStyle w:val="Heading2"/>
      </w:pPr>
      <w:r>
        <w:t>1</w:t>
      </w:r>
      <w:r>
        <w:tab/>
        <w:t>PERFORMANCE AND DEVELOPMENT REVIEWS AND CONTRACTS</w:t>
      </w:r>
    </w:p>
    <w:p w14:paraId="0DD56BA0" w14:textId="77777777" w:rsidR="005F0533" w:rsidRDefault="005F0533" w:rsidP="001D67ED">
      <w:pPr>
        <w:pStyle w:val="Heading3"/>
      </w:pPr>
      <w:r>
        <w:t>1.1</w:t>
      </w:r>
      <w:r>
        <w:tab/>
        <w:t>Current staff</w:t>
      </w:r>
    </w:p>
    <w:p w14:paraId="4F8E8CFA" w14:textId="77777777" w:rsidR="00EA121F" w:rsidRDefault="00EA121F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167"/>
        <w:gridCol w:w="1707"/>
        <w:gridCol w:w="1826"/>
        <w:gridCol w:w="1970"/>
      </w:tblGrid>
      <w:tr w:rsidR="00EA121F" w14:paraId="5FAB4345" w14:textId="77777777" w:rsidTr="00EA121F">
        <w:tc>
          <w:tcPr>
            <w:tcW w:w="3226" w:type="dxa"/>
            <w:vMerge w:val="restart"/>
            <w:shd w:val="clear" w:color="auto" w:fill="D9D9D9" w:themeFill="background1" w:themeFillShade="D9"/>
          </w:tcPr>
          <w:p w14:paraId="2AC320F9" w14:textId="77777777" w:rsidR="00EA121F" w:rsidRPr="00A64516" w:rsidRDefault="00EA121F" w:rsidP="00EB4929">
            <w:pPr>
              <w:rPr>
                <w:b/>
              </w:rPr>
            </w:pPr>
            <w:r w:rsidRPr="00A64516">
              <w:rPr>
                <w:b/>
              </w:rPr>
              <w:t>Current Staff</w:t>
            </w:r>
          </w:p>
        </w:tc>
        <w:tc>
          <w:tcPr>
            <w:tcW w:w="3578" w:type="dxa"/>
            <w:gridSpan w:val="2"/>
            <w:shd w:val="clear" w:color="auto" w:fill="D9D9D9" w:themeFill="background1" w:themeFillShade="D9"/>
          </w:tcPr>
          <w:p w14:paraId="1AD4B53E" w14:textId="77777777" w:rsidR="00EA121F" w:rsidRPr="00A64516" w:rsidRDefault="00EA121F" w:rsidP="00EB4929">
            <w:pPr>
              <w:jc w:val="center"/>
              <w:rPr>
                <w:b/>
              </w:rPr>
            </w:pPr>
            <w:r w:rsidRPr="00A64516">
              <w:rPr>
                <w:b/>
              </w:rPr>
              <w:t>Performance and Development Reviews</w:t>
            </w:r>
          </w:p>
        </w:tc>
        <w:tc>
          <w:tcPr>
            <w:tcW w:w="1985" w:type="dxa"/>
            <w:vMerge w:val="restart"/>
            <w:shd w:val="clear" w:color="auto" w:fill="D9D9D9" w:themeFill="background1" w:themeFillShade="D9"/>
          </w:tcPr>
          <w:p w14:paraId="6D39DB9F" w14:textId="77777777" w:rsidR="00EA121F" w:rsidRPr="00A64516" w:rsidRDefault="00EA121F" w:rsidP="00EB4929">
            <w:pPr>
              <w:jc w:val="center"/>
              <w:rPr>
                <w:b/>
              </w:rPr>
            </w:pPr>
            <w:r w:rsidRPr="00A64516">
              <w:rPr>
                <w:b/>
              </w:rPr>
              <w:t>Employment contract expires</w:t>
            </w:r>
          </w:p>
        </w:tc>
      </w:tr>
      <w:tr w:rsidR="00EA121F" w14:paraId="25A04A1F" w14:textId="77777777" w:rsidTr="00EA121F">
        <w:tc>
          <w:tcPr>
            <w:tcW w:w="3226" w:type="dxa"/>
            <w:vMerge/>
            <w:shd w:val="clear" w:color="auto" w:fill="F2F2F2" w:themeFill="background1" w:themeFillShade="F2"/>
          </w:tcPr>
          <w:p w14:paraId="4840861B" w14:textId="77777777" w:rsidR="00EA121F" w:rsidRDefault="00EA121F" w:rsidP="00EB4929"/>
        </w:tc>
        <w:tc>
          <w:tcPr>
            <w:tcW w:w="1736" w:type="dxa"/>
            <w:shd w:val="clear" w:color="auto" w:fill="D9D9D9" w:themeFill="background1" w:themeFillShade="D9"/>
          </w:tcPr>
          <w:p w14:paraId="6E65A40E" w14:textId="77777777" w:rsidR="00EA121F" w:rsidRPr="00A64516" w:rsidRDefault="00EA121F" w:rsidP="00EB4929">
            <w:pPr>
              <w:rPr>
                <w:b/>
              </w:rPr>
            </w:pPr>
            <w:r w:rsidRPr="00A64516">
              <w:rPr>
                <w:b/>
              </w:rPr>
              <w:t>Due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4C539CA7" w14:textId="77777777" w:rsidR="00EA121F" w:rsidRPr="00A64516" w:rsidRDefault="00EA121F" w:rsidP="00EB4929">
            <w:pPr>
              <w:rPr>
                <w:b/>
              </w:rPr>
            </w:pPr>
            <w:r w:rsidRPr="00A64516">
              <w:rPr>
                <w:b/>
              </w:rPr>
              <w:t>Completed</w:t>
            </w:r>
          </w:p>
        </w:tc>
        <w:tc>
          <w:tcPr>
            <w:tcW w:w="1985" w:type="dxa"/>
            <w:vMerge/>
            <w:shd w:val="clear" w:color="auto" w:fill="F2F2F2" w:themeFill="background1" w:themeFillShade="F2"/>
          </w:tcPr>
          <w:p w14:paraId="3EAD9E57" w14:textId="77777777" w:rsidR="00EA121F" w:rsidRDefault="00EA121F" w:rsidP="00EB4929"/>
        </w:tc>
      </w:tr>
      <w:tr w:rsidR="00EA121F" w14:paraId="51C405B3" w14:textId="77777777" w:rsidTr="00EB4929">
        <w:tc>
          <w:tcPr>
            <w:tcW w:w="3226" w:type="dxa"/>
          </w:tcPr>
          <w:p w14:paraId="11484AED" w14:textId="77777777" w:rsidR="00EA121F" w:rsidRDefault="00EA121F" w:rsidP="00EB4929">
            <w:pPr>
              <w:spacing w:line="360" w:lineRule="auto"/>
            </w:pPr>
          </w:p>
        </w:tc>
        <w:tc>
          <w:tcPr>
            <w:tcW w:w="1736" w:type="dxa"/>
          </w:tcPr>
          <w:p w14:paraId="1D6F1A66" w14:textId="77777777" w:rsidR="00EA121F" w:rsidRDefault="00EA121F" w:rsidP="00EB4929">
            <w:pPr>
              <w:spacing w:line="360" w:lineRule="auto"/>
            </w:pPr>
          </w:p>
        </w:tc>
        <w:tc>
          <w:tcPr>
            <w:tcW w:w="1842" w:type="dxa"/>
          </w:tcPr>
          <w:p w14:paraId="4A548CA7" w14:textId="77777777" w:rsidR="00EA121F" w:rsidRDefault="00EA121F" w:rsidP="00EB4929">
            <w:pPr>
              <w:spacing w:line="360" w:lineRule="auto"/>
            </w:pPr>
          </w:p>
        </w:tc>
        <w:tc>
          <w:tcPr>
            <w:tcW w:w="1985" w:type="dxa"/>
          </w:tcPr>
          <w:p w14:paraId="28A4B517" w14:textId="77777777" w:rsidR="00EA121F" w:rsidRDefault="00EA121F" w:rsidP="00EB4929">
            <w:pPr>
              <w:spacing w:line="360" w:lineRule="auto"/>
            </w:pPr>
          </w:p>
        </w:tc>
      </w:tr>
      <w:tr w:rsidR="00EA121F" w14:paraId="6B96C1A6" w14:textId="77777777" w:rsidTr="00EB4929">
        <w:tc>
          <w:tcPr>
            <w:tcW w:w="3226" w:type="dxa"/>
          </w:tcPr>
          <w:p w14:paraId="681B95C4" w14:textId="77777777" w:rsidR="00EA121F" w:rsidRDefault="00EA121F" w:rsidP="00EB4929">
            <w:pPr>
              <w:spacing w:line="360" w:lineRule="auto"/>
            </w:pPr>
          </w:p>
        </w:tc>
        <w:tc>
          <w:tcPr>
            <w:tcW w:w="1736" w:type="dxa"/>
          </w:tcPr>
          <w:p w14:paraId="054D7612" w14:textId="77777777" w:rsidR="00EA121F" w:rsidRDefault="00EA121F" w:rsidP="00EB4929">
            <w:pPr>
              <w:spacing w:line="360" w:lineRule="auto"/>
            </w:pPr>
          </w:p>
        </w:tc>
        <w:tc>
          <w:tcPr>
            <w:tcW w:w="1842" w:type="dxa"/>
          </w:tcPr>
          <w:p w14:paraId="07B7394E" w14:textId="77777777" w:rsidR="00EA121F" w:rsidRDefault="00EA121F" w:rsidP="00EB4929">
            <w:pPr>
              <w:spacing w:line="360" w:lineRule="auto"/>
            </w:pPr>
          </w:p>
        </w:tc>
        <w:tc>
          <w:tcPr>
            <w:tcW w:w="1985" w:type="dxa"/>
          </w:tcPr>
          <w:p w14:paraId="1B1E119F" w14:textId="77777777" w:rsidR="00EA121F" w:rsidRDefault="00EA121F" w:rsidP="00EB4929">
            <w:pPr>
              <w:spacing w:line="360" w:lineRule="auto"/>
            </w:pPr>
          </w:p>
        </w:tc>
      </w:tr>
      <w:tr w:rsidR="00EA121F" w14:paraId="4580B5EF" w14:textId="77777777" w:rsidTr="00EB4929">
        <w:tc>
          <w:tcPr>
            <w:tcW w:w="3226" w:type="dxa"/>
          </w:tcPr>
          <w:p w14:paraId="118FE2B0" w14:textId="77777777" w:rsidR="00EA121F" w:rsidRDefault="00EA121F" w:rsidP="00EB4929">
            <w:pPr>
              <w:spacing w:line="360" w:lineRule="auto"/>
            </w:pPr>
          </w:p>
        </w:tc>
        <w:tc>
          <w:tcPr>
            <w:tcW w:w="1736" w:type="dxa"/>
          </w:tcPr>
          <w:p w14:paraId="57F82445" w14:textId="77777777" w:rsidR="00EA121F" w:rsidRDefault="00EA121F" w:rsidP="00EB4929">
            <w:pPr>
              <w:spacing w:line="360" w:lineRule="auto"/>
            </w:pPr>
          </w:p>
        </w:tc>
        <w:tc>
          <w:tcPr>
            <w:tcW w:w="1842" w:type="dxa"/>
          </w:tcPr>
          <w:p w14:paraId="65945CF5" w14:textId="77777777" w:rsidR="00EA121F" w:rsidRDefault="00EA121F" w:rsidP="00EB4929">
            <w:pPr>
              <w:spacing w:line="360" w:lineRule="auto"/>
            </w:pPr>
          </w:p>
        </w:tc>
        <w:tc>
          <w:tcPr>
            <w:tcW w:w="1985" w:type="dxa"/>
          </w:tcPr>
          <w:p w14:paraId="07BF0071" w14:textId="77777777" w:rsidR="00EA121F" w:rsidRDefault="00EA121F" w:rsidP="00EB4929">
            <w:pPr>
              <w:spacing w:line="360" w:lineRule="auto"/>
            </w:pPr>
          </w:p>
        </w:tc>
      </w:tr>
      <w:tr w:rsidR="00EA121F" w14:paraId="2B0540C1" w14:textId="77777777" w:rsidTr="00EB4929">
        <w:tc>
          <w:tcPr>
            <w:tcW w:w="3226" w:type="dxa"/>
          </w:tcPr>
          <w:p w14:paraId="75D06537" w14:textId="77777777" w:rsidR="00EA121F" w:rsidRDefault="00EA121F" w:rsidP="00EB4929">
            <w:pPr>
              <w:spacing w:line="360" w:lineRule="auto"/>
            </w:pPr>
          </w:p>
        </w:tc>
        <w:tc>
          <w:tcPr>
            <w:tcW w:w="1736" w:type="dxa"/>
          </w:tcPr>
          <w:p w14:paraId="56C7F58D" w14:textId="77777777" w:rsidR="00EA121F" w:rsidRDefault="00EA121F" w:rsidP="00EB4929">
            <w:pPr>
              <w:spacing w:line="360" w:lineRule="auto"/>
            </w:pPr>
          </w:p>
        </w:tc>
        <w:tc>
          <w:tcPr>
            <w:tcW w:w="1842" w:type="dxa"/>
          </w:tcPr>
          <w:p w14:paraId="502404C1" w14:textId="77777777" w:rsidR="00EA121F" w:rsidRDefault="00EA121F" w:rsidP="00EB4929">
            <w:pPr>
              <w:spacing w:line="360" w:lineRule="auto"/>
            </w:pPr>
          </w:p>
        </w:tc>
        <w:tc>
          <w:tcPr>
            <w:tcW w:w="1985" w:type="dxa"/>
          </w:tcPr>
          <w:p w14:paraId="10D7347C" w14:textId="77777777" w:rsidR="00EA121F" w:rsidRDefault="00EA121F" w:rsidP="00EB4929">
            <w:pPr>
              <w:spacing w:line="360" w:lineRule="auto"/>
            </w:pPr>
          </w:p>
        </w:tc>
      </w:tr>
      <w:tr w:rsidR="00EA121F" w14:paraId="22C725CD" w14:textId="77777777" w:rsidTr="00EB4929">
        <w:tc>
          <w:tcPr>
            <w:tcW w:w="3226" w:type="dxa"/>
          </w:tcPr>
          <w:p w14:paraId="0391FF70" w14:textId="77777777" w:rsidR="00EA121F" w:rsidRDefault="00EA121F" w:rsidP="00EB4929">
            <w:pPr>
              <w:spacing w:line="360" w:lineRule="auto"/>
            </w:pPr>
          </w:p>
        </w:tc>
        <w:tc>
          <w:tcPr>
            <w:tcW w:w="1736" w:type="dxa"/>
          </w:tcPr>
          <w:p w14:paraId="13011E91" w14:textId="77777777" w:rsidR="00EA121F" w:rsidRDefault="00EA121F" w:rsidP="00EB4929">
            <w:pPr>
              <w:spacing w:line="360" w:lineRule="auto"/>
            </w:pPr>
          </w:p>
        </w:tc>
        <w:tc>
          <w:tcPr>
            <w:tcW w:w="1842" w:type="dxa"/>
          </w:tcPr>
          <w:p w14:paraId="2CFE60F7" w14:textId="77777777" w:rsidR="00EA121F" w:rsidRDefault="00EA121F" w:rsidP="00EB4929">
            <w:pPr>
              <w:spacing w:line="360" w:lineRule="auto"/>
            </w:pPr>
          </w:p>
        </w:tc>
        <w:tc>
          <w:tcPr>
            <w:tcW w:w="1985" w:type="dxa"/>
          </w:tcPr>
          <w:p w14:paraId="35DAB7BA" w14:textId="77777777" w:rsidR="00EA121F" w:rsidRDefault="00EA121F" w:rsidP="00EB4929">
            <w:pPr>
              <w:spacing w:line="360" w:lineRule="auto"/>
            </w:pPr>
          </w:p>
        </w:tc>
      </w:tr>
      <w:tr w:rsidR="00EA121F" w14:paraId="7CBD9F74" w14:textId="77777777" w:rsidTr="00EB4929">
        <w:tc>
          <w:tcPr>
            <w:tcW w:w="3226" w:type="dxa"/>
          </w:tcPr>
          <w:p w14:paraId="4D01EB09" w14:textId="77777777" w:rsidR="00EA121F" w:rsidRDefault="00EA121F" w:rsidP="00EB4929">
            <w:pPr>
              <w:spacing w:line="360" w:lineRule="auto"/>
            </w:pPr>
          </w:p>
        </w:tc>
        <w:tc>
          <w:tcPr>
            <w:tcW w:w="1736" w:type="dxa"/>
          </w:tcPr>
          <w:p w14:paraId="5DA28FA2" w14:textId="77777777" w:rsidR="00EA121F" w:rsidRDefault="00EA121F" w:rsidP="00EB4929">
            <w:pPr>
              <w:spacing w:line="360" w:lineRule="auto"/>
            </w:pPr>
          </w:p>
        </w:tc>
        <w:tc>
          <w:tcPr>
            <w:tcW w:w="1842" w:type="dxa"/>
          </w:tcPr>
          <w:p w14:paraId="406D321D" w14:textId="77777777" w:rsidR="00EA121F" w:rsidRDefault="00EA121F" w:rsidP="00EB4929">
            <w:pPr>
              <w:spacing w:line="360" w:lineRule="auto"/>
            </w:pPr>
          </w:p>
        </w:tc>
        <w:tc>
          <w:tcPr>
            <w:tcW w:w="1985" w:type="dxa"/>
          </w:tcPr>
          <w:p w14:paraId="38284A78" w14:textId="77777777" w:rsidR="00EA121F" w:rsidRDefault="00EA121F" w:rsidP="00EB4929">
            <w:pPr>
              <w:spacing w:line="360" w:lineRule="auto"/>
            </w:pPr>
          </w:p>
        </w:tc>
      </w:tr>
      <w:tr w:rsidR="00EA121F" w14:paraId="0EEB491D" w14:textId="77777777" w:rsidTr="00EB4929">
        <w:tc>
          <w:tcPr>
            <w:tcW w:w="3226" w:type="dxa"/>
          </w:tcPr>
          <w:p w14:paraId="119B1862" w14:textId="77777777" w:rsidR="00EA121F" w:rsidRDefault="00EA121F" w:rsidP="00EB4929">
            <w:pPr>
              <w:spacing w:line="360" w:lineRule="auto"/>
            </w:pPr>
          </w:p>
        </w:tc>
        <w:tc>
          <w:tcPr>
            <w:tcW w:w="1736" w:type="dxa"/>
          </w:tcPr>
          <w:p w14:paraId="0603292B" w14:textId="77777777" w:rsidR="00EA121F" w:rsidRDefault="00EA121F" w:rsidP="00EB4929">
            <w:pPr>
              <w:spacing w:line="360" w:lineRule="auto"/>
            </w:pPr>
          </w:p>
        </w:tc>
        <w:tc>
          <w:tcPr>
            <w:tcW w:w="1842" w:type="dxa"/>
          </w:tcPr>
          <w:p w14:paraId="424F07A0" w14:textId="77777777" w:rsidR="00EA121F" w:rsidRDefault="00EA121F" w:rsidP="00EB4929">
            <w:pPr>
              <w:spacing w:line="360" w:lineRule="auto"/>
            </w:pPr>
          </w:p>
        </w:tc>
        <w:tc>
          <w:tcPr>
            <w:tcW w:w="1985" w:type="dxa"/>
          </w:tcPr>
          <w:p w14:paraId="6CE45705" w14:textId="77777777" w:rsidR="00EA121F" w:rsidRDefault="00EA121F" w:rsidP="00EB4929">
            <w:pPr>
              <w:spacing w:line="360" w:lineRule="auto"/>
            </w:pPr>
          </w:p>
        </w:tc>
      </w:tr>
      <w:tr w:rsidR="00EA121F" w14:paraId="6B9141C6" w14:textId="77777777" w:rsidTr="00EB4929">
        <w:tc>
          <w:tcPr>
            <w:tcW w:w="3226" w:type="dxa"/>
          </w:tcPr>
          <w:p w14:paraId="73609F65" w14:textId="77777777" w:rsidR="00EA121F" w:rsidRDefault="00EA121F" w:rsidP="00EB4929">
            <w:pPr>
              <w:spacing w:line="360" w:lineRule="auto"/>
            </w:pPr>
          </w:p>
        </w:tc>
        <w:tc>
          <w:tcPr>
            <w:tcW w:w="1736" w:type="dxa"/>
          </w:tcPr>
          <w:p w14:paraId="5CCFD8EE" w14:textId="77777777" w:rsidR="00EA121F" w:rsidRDefault="00EA121F" w:rsidP="00EB4929">
            <w:pPr>
              <w:spacing w:line="360" w:lineRule="auto"/>
            </w:pPr>
          </w:p>
        </w:tc>
        <w:tc>
          <w:tcPr>
            <w:tcW w:w="1842" w:type="dxa"/>
          </w:tcPr>
          <w:p w14:paraId="2CC20A63" w14:textId="77777777" w:rsidR="00EA121F" w:rsidRDefault="00EA121F" w:rsidP="00EB4929">
            <w:pPr>
              <w:spacing w:line="360" w:lineRule="auto"/>
            </w:pPr>
          </w:p>
        </w:tc>
        <w:tc>
          <w:tcPr>
            <w:tcW w:w="1985" w:type="dxa"/>
          </w:tcPr>
          <w:p w14:paraId="2B154F55" w14:textId="77777777" w:rsidR="00EA121F" w:rsidRDefault="00EA121F" w:rsidP="00EB4929">
            <w:pPr>
              <w:spacing w:line="360" w:lineRule="auto"/>
            </w:pPr>
          </w:p>
        </w:tc>
      </w:tr>
      <w:tr w:rsidR="00EA121F" w14:paraId="7DBE6014" w14:textId="77777777" w:rsidTr="00EB4929">
        <w:tc>
          <w:tcPr>
            <w:tcW w:w="3226" w:type="dxa"/>
          </w:tcPr>
          <w:p w14:paraId="3E953739" w14:textId="77777777" w:rsidR="00EA121F" w:rsidRDefault="00EA121F" w:rsidP="00EB4929">
            <w:pPr>
              <w:spacing w:line="360" w:lineRule="auto"/>
            </w:pPr>
          </w:p>
        </w:tc>
        <w:tc>
          <w:tcPr>
            <w:tcW w:w="1736" w:type="dxa"/>
          </w:tcPr>
          <w:p w14:paraId="7D746DEE" w14:textId="77777777" w:rsidR="00EA121F" w:rsidRDefault="00EA121F" w:rsidP="00EB4929">
            <w:pPr>
              <w:spacing w:line="360" w:lineRule="auto"/>
            </w:pPr>
          </w:p>
        </w:tc>
        <w:tc>
          <w:tcPr>
            <w:tcW w:w="1842" w:type="dxa"/>
          </w:tcPr>
          <w:p w14:paraId="76AA36B3" w14:textId="77777777" w:rsidR="00EA121F" w:rsidRDefault="00EA121F" w:rsidP="00EB4929">
            <w:pPr>
              <w:spacing w:line="360" w:lineRule="auto"/>
            </w:pPr>
          </w:p>
        </w:tc>
        <w:tc>
          <w:tcPr>
            <w:tcW w:w="1985" w:type="dxa"/>
          </w:tcPr>
          <w:p w14:paraId="7B0158F3" w14:textId="77777777" w:rsidR="00EA121F" w:rsidRDefault="00EA121F" w:rsidP="00EB4929">
            <w:pPr>
              <w:spacing w:line="360" w:lineRule="auto"/>
            </w:pPr>
          </w:p>
        </w:tc>
      </w:tr>
    </w:tbl>
    <w:p w14:paraId="0B78DE93" w14:textId="77777777" w:rsidR="00EA121F" w:rsidRDefault="00EA121F" w:rsidP="002031CF"/>
    <w:p w14:paraId="36FF51E5" w14:textId="77777777" w:rsidR="005F0533" w:rsidRDefault="005F0533" w:rsidP="001D67ED">
      <w:pPr>
        <w:pStyle w:val="Heading3"/>
      </w:pPr>
      <w:r>
        <w:t>1.2</w:t>
      </w:r>
      <w:r>
        <w:tab/>
        <w:t>New staff</w:t>
      </w:r>
    </w:p>
    <w:p w14:paraId="7BF58346" w14:textId="77777777" w:rsidR="00EA121F" w:rsidRDefault="00EA121F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198"/>
        <w:gridCol w:w="1674"/>
        <w:gridCol w:w="1827"/>
        <w:gridCol w:w="1971"/>
      </w:tblGrid>
      <w:tr w:rsidR="00EA121F" w14:paraId="2B3E05E9" w14:textId="77777777" w:rsidTr="00EA121F">
        <w:tc>
          <w:tcPr>
            <w:tcW w:w="3261" w:type="dxa"/>
            <w:vMerge w:val="restart"/>
            <w:shd w:val="clear" w:color="auto" w:fill="D9D9D9" w:themeFill="background1" w:themeFillShade="D9"/>
          </w:tcPr>
          <w:p w14:paraId="14BA0068" w14:textId="77777777" w:rsidR="00EA121F" w:rsidRPr="00A64516" w:rsidRDefault="00EA121F" w:rsidP="00EB4929">
            <w:pPr>
              <w:rPr>
                <w:b/>
              </w:rPr>
            </w:pPr>
            <w:r w:rsidRPr="00A64516">
              <w:rPr>
                <w:b/>
              </w:rPr>
              <w:t>Staff</w:t>
            </w:r>
          </w:p>
        </w:tc>
        <w:tc>
          <w:tcPr>
            <w:tcW w:w="3543" w:type="dxa"/>
            <w:gridSpan w:val="2"/>
            <w:shd w:val="clear" w:color="auto" w:fill="D9D9D9" w:themeFill="background1" w:themeFillShade="D9"/>
          </w:tcPr>
          <w:p w14:paraId="3EAE3F84" w14:textId="77777777" w:rsidR="00EA121F" w:rsidRPr="00A64516" w:rsidRDefault="00EA121F" w:rsidP="00EB4929">
            <w:pPr>
              <w:jc w:val="center"/>
              <w:rPr>
                <w:b/>
              </w:rPr>
            </w:pPr>
            <w:r w:rsidRPr="00A64516">
              <w:rPr>
                <w:b/>
              </w:rPr>
              <w:t>Performance and Development Reviews</w:t>
            </w:r>
          </w:p>
        </w:tc>
        <w:tc>
          <w:tcPr>
            <w:tcW w:w="1985" w:type="dxa"/>
            <w:vMerge w:val="restart"/>
            <w:shd w:val="clear" w:color="auto" w:fill="D9D9D9" w:themeFill="background1" w:themeFillShade="D9"/>
          </w:tcPr>
          <w:p w14:paraId="3DC78B76" w14:textId="77777777" w:rsidR="00EA121F" w:rsidRPr="00A64516" w:rsidRDefault="00EA121F" w:rsidP="00EB4929">
            <w:pPr>
              <w:jc w:val="center"/>
              <w:rPr>
                <w:b/>
              </w:rPr>
            </w:pPr>
            <w:r w:rsidRPr="00A64516">
              <w:rPr>
                <w:b/>
              </w:rPr>
              <w:t>Employment contract expires</w:t>
            </w:r>
          </w:p>
        </w:tc>
      </w:tr>
      <w:tr w:rsidR="00EA121F" w14:paraId="5BE1BDD1" w14:textId="77777777" w:rsidTr="00EA121F">
        <w:tc>
          <w:tcPr>
            <w:tcW w:w="3261" w:type="dxa"/>
            <w:vMerge/>
            <w:shd w:val="clear" w:color="auto" w:fill="F2F2F2" w:themeFill="background1" w:themeFillShade="F2"/>
          </w:tcPr>
          <w:p w14:paraId="05757F89" w14:textId="77777777" w:rsidR="00EA121F" w:rsidRDefault="00EA121F" w:rsidP="00EB4929"/>
        </w:tc>
        <w:tc>
          <w:tcPr>
            <w:tcW w:w="1701" w:type="dxa"/>
            <w:shd w:val="clear" w:color="auto" w:fill="D9D9D9" w:themeFill="background1" w:themeFillShade="D9"/>
          </w:tcPr>
          <w:p w14:paraId="07AA4D9D" w14:textId="77777777" w:rsidR="00EA121F" w:rsidRPr="00A64516" w:rsidRDefault="00EA121F" w:rsidP="00EB4929">
            <w:pPr>
              <w:jc w:val="center"/>
              <w:rPr>
                <w:b/>
              </w:rPr>
            </w:pPr>
            <w:r w:rsidRPr="00A64516">
              <w:rPr>
                <w:b/>
              </w:rPr>
              <w:t>Due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2B704545" w14:textId="77777777" w:rsidR="00EA121F" w:rsidRPr="00A64516" w:rsidRDefault="00EA121F" w:rsidP="00EB4929">
            <w:pPr>
              <w:jc w:val="center"/>
              <w:rPr>
                <w:b/>
              </w:rPr>
            </w:pPr>
            <w:r w:rsidRPr="00A64516">
              <w:rPr>
                <w:b/>
              </w:rPr>
              <w:t>Completed</w:t>
            </w:r>
          </w:p>
        </w:tc>
        <w:tc>
          <w:tcPr>
            <w:tcW w:w="1985" w:type="dxa"/>
            <w:vMerge/>
            <w:shd w:val="clear" w:color="auto" w:fill="D9D9D9" w:themeFill="background1" w:themeFillShade="D9"/>
          </w:tcPr>
          <w:p w14:paraId="0D1E3B9D" w14:textId="77777777" w:rsidR="00EA121F" w:rsidRDefault="00EA121F" w:rsidP="00EB4929"/>
        </w:tc>
      </w:tr>
      <w:tr w:rsidR="00EA121F" w14:paraId="440CEAED" w14:textId="77777777" w:rsidTr="00EB4929">
        <w:tc>
          <w:tcPr>
            <w:tcW w:w="3261" w:type="dxa"/>
          </w:tcPr>
          <w:p w14:paraId="7E3BD536" w14:textId="77777777" w:rsidR="00EA121F" w:rsidRDefault="00EA121F" w:rsidP="00EB4929"/>
        </w:tc>
        <w:tc>
          <w:tcPr>
            <w:tcW w:w="1701" w:type="dxa"/>
          </w:tcPr>
          <w:p w14:paraId="586F7419" w14:textId="77777777" w:rsidR="00EA121F" w:rsidRDefault="00EA121F" w:rsidP="00EB4929"/>
        </w:tc>
        <w:tc>
          <w:tcPr>
            <w:tcW w:w="1842" w:type="dxa"/>
          </w:tcPr>
          <w:p w14:paraId="46C5CA1C" w14:textId="77777777" w:rsidR="00EA121F" w:rsidRDefault="00EA121F" w:rsidP="00EB4929"/>
        </w:tc>
        <w:tc>
          <w:tcPr>
            <w:tcW w:w="1985" w:type="dxa"/>
          </w:tcPr>
          <w:p w14:paraId="2CE764A5" w14:textId="77777777" w:rsidR="00EA121F" w:rsidRDefault="00EA121F" w:rsidP="00EB4929"/>
        </w:tc>
      </w:tr>
      <w:tr w:rsidR="00EA121F" w14:paraId="0A3C633C" w14:textId="77777777" w:rsidTr="00EB4929">
        <w:tc>
          <w:tcPr>
            <w:tcW w:w="3261" w:type="dxa"/>
          </w:tcPr>
          <w:p w14:paraId="3E9D6FE6" w14:textId="77777777" w:rsidR="00EA121F" w:rsidRDefault="00EA121F" w:rsidP="00EB4929"/>
        </w:tc>
        <w:tc>
          <w:tcPr>
            <w:tcW w:w="1701" w:type="dxa"/>
          </w:tcPr>
          <w:p w14:paraId="38DA9050" w14:textId="77777777" w:rsidR="00EA121F" w:rsidRDefault="00EA121F" w:rsidP="00EB4929"/>
        </w:tc>
        <w:tc>
          <w:tcPr>
            <w:tcW w:w="1842" w:type="dxa"/>
          </w:tcPr>
          <w:p w14:paraId="33DF2B06" w14:textId="77777777" w:rsidR="00EA121F" w:rsidRDefault="00EA121F" w:rsidP="00EB4929"/>
        </w:tc>
        <w:tc>
          <w:tcPr>
            <w:tcW w:w="1985" w:type="dxa"/>
          </w:tcPr>
          <w:p w14:paraId="1382567B" w14:textId="77777777" w:rsidR="00EA121F" w:rsidRDefault="00EA121F" w:rsidP="00EB4929"/>
        </w:tc>
      </w:tr>
      <w:tr w:rsidR="00EA121F" w14:paraId="0B1DCE21" w14:textId="77777777" w:rsidTr="00EB4929">
        <w:tc>
          <w:tcPr>
            <w:tcW w:w="3261" w:type="dxa"/>
          </w:tcPr>
          <w:p w14:paraId="49B7B144" w14:textId="77777777" w:rsidR="00EA121F" w:rsidRDefault="00EA121F" w:rsidP="00EB4929"/>
        </w:tc>
        <w:tc>
          <w:tcPr>
            <w:tcW w:w="1701" w:type="dxa"/>
          </w:tcPr>
          <w:p w14:paraId="27184796" w14:textId="77777777" w:rsidR="00EA121F" w:rsidRDefault="00EA121F" w:rsidP="00EB4929"/>
        </w:tc>
        <w:tc>
          <w:tcPr>
            <w:tcW w:w="1842" w:type="dxa"/>
          </w:tcPr>
          <w:p w14:paraId="697EFCB6" w14:textId="77777777" w:rsidR="00EA121F" w:rsidRDefault="00EA121F" w:rsidP="00EB4929"/>
        </w:tc>
        <w:tc>
          <w:tcPr>
            <w:tcW w:w="1985" w:type="dxa"/>
          </w:tcPr>
          <w:p w14:paraId="47B1CD4D" w14:textId="77777777" w:rsidR="00EA121F" w:rsidRDefault="00EA121F" w:rsidP="00EB4929"/>
        </w:tc>
      </w:tr>
      <w:tr w:rsidR="00EA121F" w14:paraId="0D3EE7E8" w14:textId="77777777" w:rsidTr="00EB4929">
        <w:tc>
          <w:tcPr>
            <w:tcW w:w="3261" w:type="dxa"/>
          </w:tcPr>
          <w:p w14:paraId="11798296" w14:textId="77777777" w:rsidR="00EA121F" w:rsidRDefault="00EA121F" w:rsidP="00EB4929"/>
        </w:tc>
        <w:tc>
          <w:tcPr>
            <w:tcW w:w="1701" w:type="dxa"/>
          </w:tcPr>
          <w:p w14:paraId="7D93699D" w14:textId="77777777" w:rsidR="00EA121F" w:rsidRDefault="00EA121F" w:rsidP="00EB4929"/>
        </w:tc>
        <w:tc>
          <w:tcPr>
            <w:tcW w:w="1842" w:type="dxa"/>
          </w:tcPr>
          <w:p w14:paraId="1B47A3EC" w14:textId="77777777" w:rsidR="00EA121F" w:rsidRDefault="00EA121F" w:rsidP="00EB4929"/>
        </w:tc>
        <w:tc>
          <w:tcPr>
            <w:tcW w:w="1985" w:type="dxa"/>
          </w:tcPr>
          <w:p w14:paraId="26686030" w14:textId="77777777" w:rsidR="00EA121F" w:rsidRDefault="00EA121F" w:rsidP="00EB4929"/>
        </w:tc>
      </w:tr>
    </w:tbl>
    <w:p w14:paraId="41537A49" w14:textId="77777777" w:rsidR="00EA121F" w:rsidRDefault="00EA121F" w:rsidP="002031CF"/>
    <w:p w14:paraId="3A87158A" w14:textId="77777777" w:rsidR="005F0533" w:rsidRDefault="005F0533" w:rsidP="002031CF"/>
    <w:p w14:paraId="6B5232DC" w14:textId="77777777" w:rsidR="001D67ED" w:rsidRDefault="001D67ED" w:rsidP="001D67ED">
      <w:pPr>
        <w:pStyle w:val="Heading2"/>
      </w:pPr>
    </w:p>
    <w:p w14:paraId="4B76190F" w14:textId="77777777" w:rsidR="005F0533" w:rsidRDefault="005F0533" w:rsidP="001D67ED">
      <w:pPr>
        <w:pStyle w:val="Heading2"/>
      </w:pPr>
      <w:r>
        <w:t>2</w:t>
      </w:r>
      <w:r>
        <w:tab/>
        <w:t>STAFF ORIENTATION</w:t>
      </w:r>
    </w:p>
    <w:p w14:paraId="0CAC2719" w14:textId="77777777" w:rsidR="00EA121F" w:rsidRDefault="00EA121F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788"/>
        <w:gridCol w:w="3080"/>
        <w:gridCol w:w="2802"/>
      </w:tblGrid>
      <w:tr w:rsidR="00EA121F" w14:paraId="21751BB1" w14:textId="77777777" w:rsidTr="00EB4929">
        <w:tc>
          <w:tcPr>
            <w:tcW w:w="2835" w:type="dxa"/>
            <w:shd w:val="clear" w:color="auto" w:fill="F2F2F2" w:themeFill="background1" w:themeFillShade="F2"/>
          </w:tcPr>
          <w:p w14:paraId="4364AAF8" w14:textId="77777777" w:rsidR="00EA121F" w:rsidRPr="00942BCB" w:rsidRDefault="00EA121F" w:rsidP="00EA121F">
            <w:pPr>
              <w:jc w:val="left"/>
              <w:rPr>
                <w:b/>
              </w:rPr>
            </w:pPr>
            <w:r w:rsidRPr="00942BCB">
              <w:rPr>
                <w:b/>
              </w:rPr>
              <w:t>Staff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07FFD17A" w14:textId="77777777" w:rsidR="00EA121F" w:rsidRPr="00942BCB" w:rsidRDefault="00EA121F" w:rsidP="00EA121F">
            <w:pPr>
              <w:tabs>
                <w:tab w:val="right" w:pos="2785"/>
              </w:tabs>
              <w:jc w:val="left"/>
              <w:rPr>
                <w:b/>
              </w:rPr>
            </w:pPr>
            <w:r w:rsidRPr="00942BCB">
              <w:rPr>
                <w:b/>
              </w:rPr>
              <w:t>Orientation completed  (checklist)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7C13DF94" w14:textId="77777777" w:rsidR="00EA121F" w:rsidRPr="00942BCB" w:rsidRDefault="00EA121F" w:rsidP="00EA121F">
            <w:pPr>
              <w:jc w:val="left"/>
              <w:rPr>
                <w:b/>
              </w:rPr>
            </w:pPr>
            <w:r w:rsidRPr="00942BCB">
              <w:rPr>
                <w:b/>
              </w:rPr>
              <w:t>Orientation feedback received and responded to</w:t>
            </w:r>
          </w:p>
        </w:tc>
      </w:tr>
      <w:tr w:rsidR="00EA121F" w14:paraId="1B927494" w14:textId="77777777" w:rsidTr="00EB4929">
        <w:tc>
          <w:tcPr>
            <w:tcW w:w="2835" w:type="dxa"/>
          </w:tcPr>
          <w:p w14:paraId="24B41092" w14:textId="77777777" w:rsidR="00EA121F" w:rsidRDefault="00EA121F" w:rsidP="00EB4929"/>
        </w:tc>
        <w:tc>
          <w:tcPr>
            <w:tcW w:w="3119" w:type="dxa"/>
          </w:tcPr>
          <w:p w14:paraId="2AEC7E84" w14:textId="77777777" w:rsidR="00EA121F" w:rsidRDefault="00EA121F" w:rsidP="00EB4929"/>
        </w:tc>
        <w:tc>
          <w:tcPr>
            <w:tcW w:w="2835" w:type="dxa"/>
          </w:tcPr>
          <w:p w14:paraId="4DBE60C0" w14:textId="77777777" w:rsidR="00EA121F" w:rsidRDefault="00EA121F" w:rsidP="00EB4929"/>
        </w:tc>
      </w:tr>
      <w:tr w:rsidR="00EA121F" w14:paraId="2C488ECF" w14:textId="77777777" w:rsidTr="00EB4929">
        <w:tc>
          <w:tcPr>
            <w:tcW w:w="2835" w:type="dxa"/>
          </w:tcPr>
          <w:p w14:paraId="5C8F0889" w14:textId="77777777" w:rsidR="00EA121F" w:rsidRDefault="00EA121F" w:rsidP="00EB4929"/>
        </w:tc>
        <w:tc>
          <w:tcPr>
            <w:tcW w:w="3119" w:type="dxa"/>
          </w:tcPr>
          <w:p w14:paraId="76476780" w14:textId="77777777" w:rsidR="00EA121F" w:rsidRDefault="00EA121F" w:rsidP="00EB4929"/>
        </w:tc>
        <w:tc>
          <w:tcPr>
            <w:tcW w:w="2835" w:type="dxa"/>
          </w:tcPr>
          <w:p w14:paraId="2C5AA3BF" w14:textId="77777777" w:rsidR="00EA121F" w:rsidRDefault="00EA121F" w:rsidP="00EB4929"/>
        </w:tc>
      </w:tr>
      <w:tr w:rsidR="00EA121F" w14:paraId="0E9F2D5A" w14:textId="77777777" w:rsidTr="00EB4929">
        <w:tc>
          <w:tcPr>
            <w:tcW w:w="2835" w:type="dxa"/>
          </w:tcPr>
          <w:p w14:paraId="769B6C6B" w14:textId="77777777" w:rsidR="00EA121F" w:rsidRDefault="00EA121F" w:rsidP="00EB4929"/>
        </w:tc>
        <w:tc>
          <w:tcPr>
            <w:tcW w:w="3119" w:type="dxa"/>
          </w:tcPr>
          <w:p w14:paraId="439B412D" w14:textId="77777777" w:rsidR="00EA121F" w:rsidRDefault="00EA121F" w:rsidP="00EB4929"/>
        </w:tc>
        <w:tc>
          <w:tcPr>
            <w:tcW w:w="2835" w:type="dxa"/>
          </w:tcPr>
          <w:p w14:paraId="36204260" w14:textId="77777777" w:rsidR="00EA121F" w:rsidRDefault="00EA121F" w:rsidP="00EB4929"/>
        </w:tc>
      </w:tr>
      <w:tr w:rsidR="00EA121F" w14:paraId="3D2A71FA" w14:textId="77777777" w:rsidTr="00EB4929">
        <w:tc>
          <w:tcPr>
            <w:tcW w:w="2835" w:type="dxa"/>
          </w:tcPr>
          <w:p w14:paraId="0B9B8C52" w14:textId="77777777" w:rsidR="00EA121F" w:rsidRDefault="00EA121F" w:rsidP="00EB4929"/>
        </w:tc>
        <w:tc>
          <w:tcPr>
            <w:tcW w:w="3119" w:type="dxa"/>
          </w:tcPr>
          <w:p w14:paraId="6962E939" w14:textId="77777777" w:rsidR="00EA121F" w:rsidRDefault="00EA121F" w:rsidP="00EB4929"/>
        </w:tc>
        <w:tc>
          <w:tcPr>
            <w:tcW w:w="2835" w:type="dxa"/>
          </w:tcPr>
          <w:p w14:paraId="129A1BD5" w14:textId="77777777" w:rsidR="00EA121F" w:rsidRDefault="00EA121F" w:rsidP="00EB4929"/>
        </w:tc>
      </w:tr>
    </w:tbl>
    <w:p w14:paraId="2063551F" w14:textId="77777777" w:rsidR="00EA121F" w:rsidRDefault="00EA121F" w:rsidP="002031CF"/>
    <w:p w14:paraId="1DC53CD0" w14:textId="77777777" w:rsidR="005F0533" w:rsidRDefault="005F0533" w:rsidP="002031CF"/>
    <w:p w14:paraId="32BAB408" w14:textId="77777777" w:rsidR="001D67ED" w:rsidRDefault="001D67ED" w:rsidP="001D67ED">
      <w:pPr>
        <w:pStyle w:val="Heading2"/>
      </w:pPr>
    </w:p>
    <w:p w14:paraId="3F9960C9" w14:textId="77777777" w:rsidR="005F0533" w:rsidRDefault="005F0533" w:rsidP="001D67ED">
      <w:pPr>
        <w:pStyle w:val="Heading2"/>
      </w:pPr>
      <w:r>
        <w:t>3</w:t>
      </w:r>
      <w:r>
        <w:tab/>
        <w:t>GRIEVANCE MANAGEMENT AND COMPLAINTS</w:t>
      </w:r>
    </w:p>
    <w:p w14:paraId="7A22DC9A" w14:textId="77777777" w:rsidR="00EA121F" w:rsidRDefault="00EA121F" w:rsidP="002031CF">
      <w:r w:rsidRPr="00EA121F">
        <w:t xml:space="preserve">All grievances by or against staff and all complaints against staff adhere to the relevant </w:t>
      </w:r>
      <w:r w:rsidRPr="00EA121F">
        <w:rPr>
          <w:b/>
        </w:rPr>
        <w:t>[insert organisation name]</w:t>
      </w:r>
      <w:r w:rsidRPr="00EA121F">
        <w:t xml:space="preserve"> policy, i.e. documentation, communication with parties.</w:t>
      </w:r>
    </w:p>
    <w:p w14:paraId="2675FB21" w14:textId="77777777" w:rsidR="005F0533" w:rsidRDefault="005F0533" w:rsidP="002031CF"/>
    <w:p w14:paraId="172FEC25" w14:textId="77777777" w:rsidR="005F0533" w:rsidRDefault="00EA121F" w:rsidP="001D67ED">
      <w:pPr>
        <w:pStyle w:val="Heading3"/>
      </w:pPr>
      <w:r>
        <w:t>3.1</w:t>
      </w:r>
      <w:r>
        <w:tab/>
        <w:t>Detail of the event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670"/>
      </w:tblGrid>
      <w:tr w:rsidR="00EA121F" w14:paraId="50F1EEC2" w14:textId="77777777" w:rsidTr="00EB4929">
        <w:tc>
          <w:tcPr>
            <w:tcW w:w="8789" w:type="dxa"/>
          </w:tcPr>
          <w:p w14:paraId="2483020A" w14:textId="77777777" w:rsidR="00EA121F" w:rsidRDefault="00EA121F" w:rsidP="00EB4929">
            <w:pPr>
              <w:spacing w:line="360" w:lineRule="auto"/>
            </w:pPr>
          </w:p>
        </w:tc>
      </w:tr>
      <w:tr w:rsidR="00EA121F" w14:paraId="6DC67D73" w14:textId="77777777" w:rsidTr="00EB4929">
        <w:tc>
          <w:tcPr>
            <w:tcW w:w="8789" w:type="dxa"/>
          </w:tcPr>
          <w:p w14:paraId="6C6159FF" w14:textId="77777777" w:rsidR="00EA121F" w:rsidRDefault="00EA121F" w:rsidP="00EB4929">
            <w:pPr>
              <w:spacing w:line="360" w:lineRule="auto"/>
            </w:pPr>
          </w:p>
        </w:tc>
      </w:tr>
      <w:tr w:rsidR="00EA121F" w14:paraId="6F92889E" w14:textId="77777777" w:rsidTr="00EB4929">
        <w:tc>
          <w:tcPr>
            <w:tcW w:w="8789" w:type="dxa"/>
          </w:tcPr>
          <w:p w14:paraId="72C7A1AE" w14:textId="77777777" w:rsidR="00EA121F" w:rsidRDefault="00EA121F" w:rsidP="00EB4929">
            <w:pPr>
              <w:spacing w:line="360" w:lineRule="auto"/>
            </w:pPr>
          </w:p>
        </w:tc>
      </w:tr>
      <w:tr w:rsidR="00EA121F" w14:paraId="29040D6B" w14:textId="77777777" w:rsidTr="00EB4929">
        <w:tc>
          <w:tcPr>
            <w:tcW w:w="8789" w:type="dxa"/>
          </w:tcPr>
          <w:p w14:paraId="639011B4" w14:textId="77777777" w:rsidR="00EA121F" w:rsidRDefault="00EA121F" w:rsidP="00EB4929">
            <w:pPr>
              <w:spacing w:line="360" w:lineRule="auto"/>
            </w:pPr>
          </w:p>
        </w:tc>
      </w:tr>
      <w:tr w:rsidR="00EA121F" w14:paraId="219216F5" w14:textId="77777777" w:rsidTr="00EB4929">
        <w:tc>
          <w:tcPr>
            <w:tcW w:w="8789" w:type="dxa"/>
          </w:tcPr>
          <w:p w14:paraId="1B839259" w14:textId="77777777" w:rsidR="00EA121F" w:rsidRDefault="00EA121F" w:rsidP="00EB4929">
            <w:pPr>
              <w:spacing w:line="360" w:lineRule="auto"/>
            </w:pPr>
          </w:p>
        </w:tc>
      </w:tr>
    </w:tbl>
    <w:p w14:paraId="7C877870" w14:textId="77777777" w:rsidR="00EA121F" w:rsidRDefault="00EA121F" w:rsidP="002031CF"/>
    <w:p w14:paraId="74244CCE" w14:textId="77777777" w:rsidR="00EA121F" w:rsidRDefault="00EA121F" w:rsidP="001D67ED">
      <w:pPr>
        <w:pStyle w:val="Heading3"/>
      </w:pPr>
      <w:r>
        <w:t>3.2</w:t>
      </w:r>
      <w:r>
        <w:tab/>
        <w:t>Other findings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670"/>
      </w:tblGrid>
      <w:tr w:rsidR="00EA121F" w14:paraId="2E54F924" w14:textId="77777777" w:rsidTr="00EB4929">
        <w:tc>
          <w:tcPr>
            <w:tcW w:w="8789" w:type="dxa"/>
          </w:tcPr>
          <w:p w14:paraId="2FA37F3C" w14:textId="77777777" w:rsidR="00EA121F" w:rsidRDefault="00EA121F" w:rsidP="00EB4929">
            <w:pPr>
              <w:spacing w:line="360" w:lineRule="auto"/>
            </w:pPr>
          </w:p>
        </w:tc>
      </w:tr>
      <w:tr w:rsidR="00EA121F" w14:paraId="04B4680C" w14:textId="77777777" w:rsidTr="00EB4929">
        <w:tc>
          <w:tcPr>
            <w:tcW w:w="8789" w:type="dxa"/>
          </w:tcPr>
          <w:p w14:paraId="0CE6937A" w14:textId="77777777" w:rsidR="00EA121F" w:rsidRDefault="00EA121F" w:rsidP="00EB4929">
            <w:pPr>
              <w:spacing w:line="360" w:lineRule="auto"/>
            </w:pPr>
          </w:p>
        </w:tc>
      </w:tr>
      <w:tr w:rsidR="00EA121F" w14:paraId="0DDBAF65" w14:textId="77777777" w:rsidTr="00EB4929">
        <w:tc>
          <w:tcPr>
            <w:tcW w:w="8789" w:type="dxa"/>
          </w:tcPr>
          <w:p w14:paraId="180834BB" w14:textId="77777777" w:rsidR="00EA121F" w:rsidRDefault="00EA121F" w:rsidP="00EB4929">
            <w:pPr>
              <w:spacing w:line="360" w:lineRule="auto"/>
            </w:pPr>
          </w:p>
        </w:tc>
      </w:tr>
      <w:tr w:rsidR="00EA121F" w14:paraId="3AD3EF13" w14:textId="77777777" w:rsidTr="00EB4929">
        <w:tc>
          <w:tcPr>
            <w:tcW w:w="8789" w:type="dxa"/>
          </w:tcPr>
          <w:p w14:paraId="3FE477C7" w14:textId="77777777" w:rsidR="00EA121F" w:rsidRDefault="00EA121F" w:rsidP="00EB4929">
            <w:pPr>
              <w:spacing w:line="360" w:lineRule="auto"/>
            </w:pPr>
          </w:p>
        </w:tc>
      </w:tr>
    </w:tbl>
    <w:p w14:paraId="6F878750" w14:textId="77777777" w:rsidR="00EA121F" w:rsidRDefault="00EA121F" w:rsidP="002031CF"/>
    <w:p w14:paraId="3D5EF8FB" w14:textId="77777777" w:rsidR="00EA121F" w:rsidRDefault="00EA121F" w:rsidP="001D67ED">
      <w:pPr>
        <w:pStyle w:val="Heading3"/>
      </w:pPr>
      <w:r>
        <w:t>3.3</w:t>
      </w:r>
      <w:r>
        <w:tab/>
        <w:t>Actions</w:t>
      </w:r>
    </w:p>
    <w:p w14:paraId="7F8284D4" w14:textId="77777777" w:rsidR="00EA121F" w:rsidRPr="00EA121F" w:rsidRDefault="00EA121F" w:rsidP="002031CF">
      <w:pPr>
        <w:rPr>
          <w:i/>
        </w:rPr>
      </w:pPr>
      <w:r w:rsidRPr="00EA121F">
        <w:rPr>
          <w:i/>
        </w:rPr>
        <w:t>Detail any actions to ensure personnel files are current and required activities undertaken.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670"/>
      </w:tblGrid>
      <w:tr w:rsidR="00EA121F" w14:paraId="1500059B" w14:textId="77777777" w:rsidTr="00EB4929">
        <w:tc>
          <w:tcPr>
            <w:tcW w:w="8789" w:type="dxa"/>
          </w:tcPr>
          <w:p w14:paraId="4D2EBC70" w14:textId="77777777" w:rsidR="00EA121F" w:rsidRDefault="00EA121F" w:rsidP="00EB4929">
            <w:pPr>
              <w:spacing w:line="360" w:lineRule="auto"/>
            </w:pPr>
          </w:p>
        </w:tc>
      </w:tr>
      <w:tr w:rsidR="00EA121F" w14:paraId="0C50E633" w14:textId="77777777" w:rsidTr="00EB4929">
        <w:tc>
          <w:tcPr>
            <w:tcW w:w="8789" w:type="dxa"/>
          </w:tcPr>
          <w:p w14:paraId="3CE3DAE2" w14:textId="77777777" w:rsidR="00EA121F" w:rsidRDefault="00EA121F" w:rsidP="00EB4929">
            <w:pPr>
              <w:spacing w:line="360" w:lineRule="auto"/>
            </w:pPr>
          </w:p>
        </w:tc>
      </w:tr>
      <w:tr w:rsidR="00EA121F" w14:paraId="7421798F" w14:textId="77777777" w:rsidTr="00EB4929">
        <w:tc>
          <w:tcPr>
            <w:tcW w:w="8789" w:type="dxa"/>
          </w:tcPr>
          <w:p w14:paraId="169BDAB1" w14:textId="77777777" w:rsidR="00EA121F" w:rsidRDefault="00EA121F" w:rsidP="00EB4929">
            <w:pPr>
              <w:spacing w:line="360" w:lineRule="auto"/>
            </w:pPr>
          </w:p>
        </w:tc>
      </w:tr>
      <w:tr w:rsidR="00EA121F" w14:paraId="3FB93327" w14:textId="77777777" w:rsidTr="00EB4929">
        <w:tc>
          <w:tcPr>
            <w:tcW w:w="8789" w:type="dxa"/>
          </w:tcPr>
          <w:p w14:paraId="43416B2B" w14:textId="77777777" w:rsidR="00EA121F" w:rsidRDefault="00EA121F" w:rsidP="00EB4929">
            <w:pPr>
              <w:spacing w:line="360" w:lineRule="auto"/>
            </w:pPr>
          </w:p>
        </w:tc>
      </w:tr>
      <w:tr w:rsidR="00EA121F" w14:paraId="0681FCD8" w14:textId="77777777" w:rsidTr="00EB4929">
        <w:tc>
          <w:tcPr>
            <w:tcW w:w="8789" w:type="dxa"/>
          </w:tcPr>
          <w:p w14:paraId="3EEC338A" w14:textId="77777777" w:rsidR="00EA121F" w:rsidRDefault="00EA121F" w:rsidP="00EB4929">
            <w:pPr>
              <w:spacing w:line="360" w:lineRule="auto"/>
            </w:pPr>
          </w:p>
        </w:tc>
      </w:tr>
    </w:tbl>
    <w:p w14:paraId="43CD976D" w14:textId="77777777" w:rsidR="00EA121F" w:rsidRDefault="00EA121F" w:rsidP="002031CF"/>
    <w:p w14:paraId="413709D6" w14:textId="77777777" w:rsidR="00EA121F" w:rsidRDefault="00EA121F" w:rsidP="002031CF"/>
    <w:sectPr w:rsidR="00EA121F" w:rsidSect="006322A4">
      <w:footerReference w:type="default" r:id="rId12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F3154" w14:textId="77777777" w:rsidR="003B3BC8" w:rsidRDefault="003B3BC8" w:rsidP="00F90996">
      <w:r>
        <w:separator/>
      </w:r>
    </w:p>
  </w:endnote>
  <w:endnote w:type="continuationSeparator" w:id="0">
    <w:p w14:paraId="05D00895" w14:textId="77777777"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749B7" w14:textId="77777777" w:rsidR="009D185F" w:rsidRPr="0086262A" w:rsidRDefault="00907B29" w:rsidP="00CE795B">
    <w:pPr>
      <w:pStyle w:val="Footer"/>
    </w:pPr>
    <w:r>
      <w:t>Human resources audit template</w:t>
    </w:r>
    <w:r w:rsidR="005E126E">
      <w:t xml:space="preserve">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1D67ED">
          <w:rPr>
            <w:noProof/>
          </w:rPr>
          <w:t>2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1D67ED">
            <w:rPr>
              <w:noProof/>
            </w:rPr>
            <w:t>2</w:t>
          </w:r>
        </w:fldSimple>
      </w:sdtContent>
    </w:sdt>
  </w:p>
  <w:p w14:paraId="2F13C7A6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13D64" w14:textId="77777777" w:rsidR="003B3BC8" w:rsidRDefault="003B3BC8" w:rsidP="00F90996">
      <w:r>
        <w:separator/>
      </w:r>
    </w:p>
  </w:footnote>
  <w:footnote w:type="continuationSeparator" w:id="0">
    <w:p w14:paraId="5C556E3D" w14:textId="77777777"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205E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42CD3"/>
    <w:rsid w:val="00152E8B"/>
    <w:rsid w:val="0017710F"/>
    <w:rsid w:val="00186153"/>
    <w:rsid w:val="001D67ED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0533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07B29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A121F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61"/>
    <o:shapelayout v:ext="edit">
      <o:idmap v:ext="edit" data="1"/>
    </o:shapelayout>
  </w:shapeDefaults>
  <w:decimalSymbol w:val="."/>
  <w:listSeparator w:val=","/>
  <w14:docId w14:val="04C21191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2" ma:contentTypeDescription="Create a new document." ma:contentTypeScope="" ma:versionID="0138b2d5a10fbe72eaafdee45a6249d4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9e89cd23e0cca369f6b7fdc7a3c9d7b2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23ST2XJ3F2FU-1797567310-95007</_dlc_DocId>
    <_dlc_DocIdUrl xmlns="14c5a56e-ced3-43ad-8a76-68a367d68378">
      <Url>https://nadaau.sharepoint.com/_layouts/15/DocIdRedir.aspx?ID=23ST2XJ3F2FU-1797567310-95007</Url>
      <Description>23ST2XJ3F2FU-1797567310-95007</Description>
    </_dlc_DocIdUrl>
  </documentManagement>
</p:properties>
</file>

<file path=customXml/itemProps1.xml><?xml version="1.0" encoding="utf-8"?>
<ds:datastoreItem xmlns:ds="http://schemas.openxmlformats.org/officeDocument/2006/customXml" ds:itemID="{FED8B3E0-3B3E-4423-92CC-3058706EC3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5EE03A-2A68-4285-B945-31E49C1174C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F572AA5-FC9A-464F-B106-42FE28E8E4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BFC3C3-27BE-4D3A-A025-84E364015D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c5a56e-ced3-43ad-8a76-68a367d68378"/>
    <ds:schemaRef ds:uri="74de729d-11d6-4b32-99ce-412e9004fa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C1A4A57-EAED-46EF-96A2-3CA4C2988290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0</TotalTime>
  <Pages>2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Hannah Gillard</cp:lastModifiedBy>
  <cp:revision>2</cp:revision>
  <dcterms:created xsi:type="dcterms:W3CDTF">2021-04-21T02:59:00Z</dcterms:created>
  <dcterms:modified xsi:type="dcterms:W3CDTF">2021-04-21T02:59:00Z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8676a0b7-f61a-4f0b-8ee4-0cb7e6dee5da</vt:lpwstr>
  </property>
</Properties>
</file>